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CE5" w:rsidRPr="005A222B" w:rsidRDefault="00857EBA" w:rsidP="003C44A8">
      <w:pPr>
        <w:spacing w:after="0" w:line="240" w:lineRule="auto"/>
        <w:jc w:val="center"/>
        <w:rPr>
          <w:rFonts w:ascii="Agency FB" w:hAnsi="Agency FB"/>
          <w:b/>
          <w:sz w:val="16"/>
          <w:szCs w:val="16"/>
        </w:rPr>
      </w:pPr>
      <w:bookmarkStart w:id="0" w:name="_GoBack"/>
      <w:bookmarkEnd w:id="0"/>
      <w:r w:rsidRPr="00597E4F">
        <w:rPr>
          <w:rFonts w:ascii="Agency FB" w:hAnsi="Agency FB"/>
          <w:b/>
          <w:sz w:val="36"/>
          <w:szCs w:val="36"/>
        </w:rPr>
        <w:t>Upload</w:t>
      </w:r>
      <w:r w:rsidR="00AB131F" w:rsidRPr="00597E4F">
        <w:rPr>
          <w:rFonts w:ascii="Agency FB" w:hAnsi="Agency FB"/>
          <w:b/>
          <w:sz w:val="36"/>
          <w:szCs w:val="36"/>
        </w:rPr>
        <w:t>ing</w:t>
      </w:r>
      <w:r w:rsidRPr="00597E4F">
        <w:rPr>
          <w:rFonts w:ascii="Agency FB" w:hAnsi="Agency FB"/>
          <w:b/>
          <w:sz w:val="36"/>
          <w:szCs w:val="36"/>
        </w:rPr>
        <w:t xml:space="preserve"> Instructions – Regina BHOF 2016</w:t>
      </w:r>
    </w:p>
    <w:p w:rsidR="00597E4F" w:rsidRPr="005A222B" w:rsidRDefault="00597E4F" w:rsidP="003C44A8">
      <w:pPr>
        <w:spacing w:after="0" w:line="240" w:lineRule="auto"/>
        <w:jc w:val="center"/>
        <w:rPr>
          <w:rFonts w:ascii="Agency FB" w:hAnsi="Agency FB"/>
          <w:b/>
          <w:sz w:val="16"/>
          <w:szCs w:val="1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99"/>
        <w:gridCol w:w="4897"/>
      </w:tblGrid>
      <w:tr w:rsidR="00857EBA" w:rsidTr="00D92A52">
        <w:trPr>
          <w:jc w:val="center"/>
        </w:trPr>
        <w:tc>
          <w:tcPr>
            <w:tcW w:w="5399" w:type="dxa"/>
            <w:shd w:val="clear" w:color="auto" w:fill="000000" w:themeFill="text1"/>
            <w:vAlign w:val="center"/>
          </w:tcPr>
          <w:p w:rsidR="00857EBA" w:rsidRPr="005A222B" w:rsidRDefault="00E047BD" w:rsidP="005A222B">
            <w:pPr>
              <w:jc w:val="center"/>
              <w:rPr>
                <w:b/>
                <w:sz w:val="26"/>
                <w:szCs w:val="26"/>
              </w:rPr>
            </w:pPr>
            <w:r w:rsidRPr="005A222B">
              <w:rPr>
                <w:b/>
                <w:sz w:val="26"/>
                <w:szCs w:val="26"/>
              </w:rPr>
              <w:t>Award</w:t>
            </w:r>
            <w:r w:rsidR="00857EBA" w:rsidRPr="005A222B">
              <w:rPr>
                <w:b/>
                <w:sz w:val="26"/>
                <w:szCs w:val="26"/>
              </w:rPr>
              <w:t xml:space="preserve"> and </w:t>
            </w:r>
            <w:r w:rsidRPr="005A222B">
              <w:rPr>
                <w:b/>
                <w:sz w:val="26"/>
                <w:szCs w:val="26"/>
              </w:rPr>
              <w:t>Link to</w:t>
            </w:r>
            <w:r w:rsidR="00857EBA" w:rsidRPr="005A222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857EBA" w:rsidRPr="005A222B">
              <w:rPr>
                <w:b/>
                <w:sz w:val="26"/>
                <w:szCs w:val="26"/>
              </w:rPr>
              <w:t>DropBox</w:t>
            </w:r>
            <w:proofErr w:type="spellEnd"/>
            <w:r w:rsidR="00982A97" w:rsidRPr="005A222B">
              <w:rPr>
                <w:b/>
                <w:sz w:val="26"/>
                <w:szCs w:val="26"/>
              </w:rPr>
              <w:t xml:space="preserve"> Folder</w:t>
            </w:r>
          </w:p>
        </w:tc>
        <w:tc>
          <w:tcPr>
            <w:tcW w:w="5466" w:type="dxa"/>
            <w:shd w:val="clear" w:color="auto" w:fill="000000" w:themeFill="text1"/>
            <w:vAlign w:val="center"/>
          </w:tcPr>
          <w:p w:rsidR="00857EBA" w:rsidRPr="005A222B" w:rsidRDefault="00AB131F" w:rsidP="005A222B">
            <w:pPr>
              <w:jc w:val="center"/>
              <w:rPr>
                <w:b/>
                <w:sz w:val="26"/>
                <w:szCs w:val="26"/>
              </w:rPr>
            </w:pPr>
            <w:r w:rsidRPr="005A222B">
              <w:rPr>
                <w:b/>
                <w:sz w:val="26"/>
                <w:szCs w:val="26"/>
              </w:rPr>
              <w:t>Required Files</w:t>
            </w:r>
          </w:p>
        </w:tc>
      </w:tr>
      <w:tr w:rsidR="00AB131F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</w:rPr>
            </w:pPr>
            <w:r w:rsidRPr="00982A97">
              <w:rPr>
                <w:b/>
                <w:color w:val="1F497D"/>
                <w:sz w:val="24"/>
                <w:szCs w:val="24"/>
              </w:rPr>
              <w:t>Human Resources Management:</w:t>
            </w:r>
          </w:p>
          <w:p w:rsidR="00AB131F" w:rsidRPr="00982A97" w:rsidRDefault="00684972">
            <w:pPr>
              <w:rPr>
                <w:sz w:val="24"/>
                <w:szCs w:val="24"/>
              </w:rPr>
            </w:pPr>
            <w:hyperlink r:id="rId7" w:history="1">
              <w:r w:rsidR="00AB131F" w:rsidRPr="00982A97">
                <w:rPr>
                  <w:rStyle w:val="Hyperlink"/>
                  <w:sz w:val="24"/>
                  <w:szCs w:val="24"/>
                </w:rPr>
                <w:t>https://dbinbox.com/Regina_HumanResources</w:t>
              </w:r>
            </w:hyperlink>
          </w:p>
        </w:tc>
        <w:tc>
          <w:tcPr>
            <w:tcW w:w="5466" w:type="dxa"/>
            <w:vMerge w:val="restart"/>
            <w:vAlign w:val="center"/>
          </w:tcPr>
          <w:p w:rsidR="00AB131F" w:rsidRPr="00982A97" w:rsidRDefault="00AB131F" w:rsidP="00935ED0">
            <w:pPr>
              <w:pStyle w:val="ListParagraph"/>
              <w:ind w:left="466" w:hanging="450"/>
              <w:rPr>
                <w:sz w:val="24"/>
                <w:szCs w:val="24"/>
              </w:rPr>
            </w:pPr>
            <w:r w:rsidRPr="00982A97">
              <w:rPr>
                <w:sz w:val="24"/>
                <w:szCs w:val="24"/>
              </w:rPr>
              <w:t>Two files:</w:t>
            </w:r>
          </w:p>
          <w:p w:rsidR="00AB131F" w:rsidRPr="00982A97" w:rsidRDefault="00AB131F" w:rsidP="00935ED0">
            <w:pPr>
              <w:pStyle w:val="ListParagraph"/>
              <w:numPr>
                <w:ilvl w:val="0"/>
                <w:numId w:val="2"/>
              </w:numPr>
              <w:ind w:left="466"/>
              <w:rPr>
                <w:sz w:val="24"/>
                <w:szCs w:val="24"/>
              </w:rPr>
            </w:pPr>
            <w:r w:rsidRPr="00982A97">
              <w:rPr>
                <w:sz w:val="24"/>
                <w:szCs w:val="24"/>
              </w:rPr>
              <w:t xml:space="preserve">Nomination Form – saved as </w:t>
            </w:r>
            <w:proofErr w:type="spellStart"/>
            <w:r w:rsidRPr="00982A97">
              <w:rPr>
                <w:b/>
                <w:sz w:val="24"/>
                <w:szCs w:val="24"/>
              </w:rPr>
              <w:t>FirstLast_CompanyName</w:t>
            </w:r>
            <w:proofErr w:type="spellEnd"/>
          </w:p>
          <w:p w:rsidR="00AB131F" w:rsidRPr="00982A97" w:rsidRDefault="00AB131F" w:rsidP="00935ED0">
            <w:pPr>
              <w:pStyle w:val="ListParagraph"/>
              <w:numPr>
                <w:ilvl w:val="0"/>
                <w:numId w:val="2"/>
              </w:numPr>
              <w:ind w:left="466"/>
              <w:rPr>
                <w:sz w:val="24"/>
                <w:szCs w:val="24"/>
              </w:rPr>
            </w:pPr>
            <w:r w:rsidRPr="00982A97">
              <w:rPr>
                <w:sz w:val="24"/>
                <w:szCs w:val="24"/>
              </w:rPr>
              <w:t>Recorded Response – saved as</w:t>
            </w:r>
            <w:r w:rsidRPr="00982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2A97">
              <w:rPr>
                <w:b/>
                <w:sz w:val="24"/>
                <w:szCs w:val="24"/>
              </w:rPr>
              <w:t>FirstLast_CompanyName</w:t>
            </w:r>
            <w:proofErr w:type="spellEnd"/>
          </w:p>
          <w:p w:rsidR="00AB131F" w:rsidRPr="00982A97" w:rsidRDefault="00AB131F" w:rsidP="00AB131F">
            <w:pPr>
              <w:ind w:left="523"/>
              <w:rPr>
                <w:sz w:val="24"/>
                <w:szCs w:val="24"/>
              </w:rPr>
            </w:pPr>
          </w:p>
        </w:tc>
      </w:tr>
      <w:tr w:rsidR="00AB131F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fr-FR"/>
              </w:rPr>
            </w:pP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 xml:space="preserve">Information </w:t>
            </w:r>
            <w:r w:rsidRPr="00AB2866">
              <w:rPr>
                <w:b/>
                <w:color w:val="1F497D"/>
                <w:sz w:val="24"/>
                <w:szCs w:val="24"/>
              </w:rPr>
              <w:t>Technology</w:t>
            </w: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 xml:space="preserve"> Excellence:</w:t>
            </w:r>
          </w:p>
          <w:p w:rsidR="00AB131F" w:rsidRPr="00982A97" w:rsidRDefault="00684972">
            <w:pPr>
              <w:rPr>
                <w:sz w:val="24"/>
                <w:szCs w:val="24"/>
                <w:lang w:val="fr-FR"/>
              </w:rPr>
            </w:pPr>
            <w:hyperlink r:id="rId8" w:history="1">
              <w:r w:rsidR="00AB131F" w:rsidRPr="00982A97">
                <w:rPr>
                  <w:rStyle w:val="Hyperlink"/>
                  <w:sz w:val="24"/>
                  <w:szCs w:val="24"/>
                  <w:lang w:val="fr-FR"/>
                </w:rPr>
                <w:t>https://dbinbox.com/Regina_InformationTechnology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</w:rPr>
            </w:pPr>
          </w:p>
        </w:tc>
      </w:tr>
      <w:tr w:rsidR="00AB131F" w:rsidRPr="00AB2866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fr-FR"/>
              </w:rPr>
            </w:pP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>Production Excellence:</w:t>
            </w:r>
          </w:p>
          <w:p w:rsidR="00AB131F" w:rsidRPr="00982A97" w:rsidRDefault="00684972">
            <w:pPr>
              <w:rPr>
                <w:sz w:val="24"/>
                <w:szCs w:val="24"/>
                <w:lang w:val="fr-FR"/>
              </w:rPr>
            </w:pPr>
            <w:hyperlink r:id="rId9" w:history="1">
              <w:r w:rsidR="00AB131F" w:rsidRPr="00982A97">
                <w:rPr>
                  <w:rStyle w:val="Hyperlink"/>
                  <w:sz w:val="24"/>
                  <w:szCs w:val="24"/>
                  <w:lang w:val="fr-FR"/>
                </w:rPr>
                <w:t>https://dbinbox.com/Regina_Production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fr-FR"/>
              </w:rPr>
            </w:pPr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</w:rPr>
            </w:pPr>
            <w:r w:rsidRPr="00982A97">
              <w:rPr>
                <w:b/>
                <w:color w:val="1F497D"/>
                <w:sz w:val="24"/>
                <w:szCs w:val="24"/>
              </w:rPr>
              <w:t>Marketing Excellence:</w:t>
            </w:r>
          </w:p>
          <w:p w:rsidR="00AB131F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0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https://dbinbox.com/Regina_Marketing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</w:rPr>
            </w:pPr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Environment, Health &amp; Safety:</w:t>
            </w:r>
          </w:p>
          <w:p w:rsidR="00AB131F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1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https://dbinbox.com/Regina_HealthSafety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en-CA"/>
              </w:rPr>
            </w:pPr>
          </w:p>
        </w:tc>
      </w:tr>
      <w:tr w:rsidR="00AB131F" w:rsidRPr="00AB2866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AB131F">
            <w:pPr>
              <w:rPr>
                <w:b/>
                <w:sz w:val="24"/>
                <w:szCs w:val="24"/>
                <w:lang w:val="fr-FR"/>
              </w:rPr>
            </w:pP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>Financial Management:</w:t>
            </w:r>
          </w:p>
          <w:p w:rsidR="00AB131F" w:rsidRPr="00982A97" w:rsidRDefault="00684972" w:rsidP="00AB131F">
            <w:pPr>
              <w:rPr>
                <w:sz w:val="24"/>
                <w:szCs w:val="24"/>
                <w:lang w:val="fr-FR"/>
              </w:rPr>
            </w:pPr>
            <w:hyperlink r:id="rId12" w:history="1">
              <w:r w:rsidR="00AB131F" w:rsidRPr="00982A97">
                <w:rPr>
                  <w:rStyle w:val="Hyperlink"/>
                  <w:sz w:val="24"/>
                  <w:szCs w:val="24"/>
                  <w:lang w:val="fr-FR"/>
                </w:rPr>
                <w:t>https://dbinbox.com/Regina_Financial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 w:rsidP="00F67967">
            <w:pPr>
              <w:rPr>
                <w:sz w:val="24"/>
                <w:szCs w:val="24"/>
                <w:lang w:val="fr-FR"/>
              </w:rPr>
            </w:pPr>
          </w:p>
        </w:tc>
      </w:tr>
      <w:tr w:rsidR="00AB131F" w:rsidRPr="00AB131F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AB131F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President of the Year:</w:t>
            </w:r>
          </w:p>
          <w:p w:rsidR="00AB131F" w:rsidRPr="00982A97" w:rsidRDefault="00684972" w:rsidP="00AB131F">
            <w:pPr>
              <w:rPr>
                <w:color w:val="1F497D"/>
                <w:sz w:val="24"/>
                <w:szCs w:val="24"/>
                <w:lang w:val="en-CA"/>
              </w:rPr>
            </w:pPr>
            <w:hyperlink r:id="rId13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https://dbinbox.com/Regina_PresidentofYear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 w:rsidP="00F67967">
            <w:pPr>
              <w:rPr>
                <w:sz w:val="24"/>
                <w:szCs w:val="24"/>
              </w:rPr>
            </w:pPr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Salesperson of the Year:</w:t>
            </w:r>
          </w:p>
          <w:p w:rsidR="00AB131F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4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https://dbinbox.com/Regina_Salesperson</w:t>
              </w:r>
            </w:hyperlink>
          </w:p>
        </w:tc>
        <w:tc>
          <w:tcPr>
            <w:tcW w:w="5466" w:type="dxa"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Nomination form -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Spirit of JA:</w:t>
            </w:r>
          </w:p>
          <w:p w:rsidR="00AB131F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5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https://dbinbox.com/Regina_SpiritJA</w:t>
              </w:r>
            </w:hyperlink>
          </w:p>
        </w:tc>
        <w:tc>
          <w:tcPr>
            <w:tcW w:w="5466" w:type="dxa"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Letter of recommendation -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Professional Leadership:</w:t>
            </w:r>
          </w:p>
          <w:p w:rsidR="00AB131F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6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https://dbinbox.com/Regina_ProfessionalLeadership</w:t>
              </w:r>
            </w:hyperlink>
          </w:p>
        </w:tc>
        <w:tc>
          <w:tcPr>
            <w:tcW w:w="5466" w:type="dxa"/>
            <w:vAlign w:val="center"/>
          </w:tcPr>
          <w:p w:rsidR="00AB131F" w:rsidRPr="00982A97" w:rsidRDefault="00AB131F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Recorded Speech – saved as </w:t>
            </w:r>
            <w:r w:rsidR="00E047BD">
              <w:rPr>
                <w:sz w:val="24"/>
                <w:szCs w:val="24"/>
                <w:lang w:val="en-CA"/>
              </w:rPr>
              <w:t xml:space="preserve"> </w:t>
            </w:r>
            <w:proofErr w:type="spellStart"/>
            <w:r w:rsidR="00E047BD" w:rsidRPr="00E047BD">
              <w:rPr>
                <w:b/>
                <w:sz w:val="24"/>
                <w:szCs w:val="24"/>
                <w:lang w:val="en-CA"/>
              </w:rPr>
              <w:t>F</w:t>
            </w:r>
            <w:r w:rsidRPr="00E047BD">
              <w:rPr>
                <w:b/>
                <w:sz w:val="24"/>
                <w:szCs w:val="24"/>
                <w:lang w:val="en-CA"/>
              </w:rPr>
              <w:t>ir</w:t>
            </w:r>
            <w:r w:rsidRPr="008975C7">
              <w:rPr>
                <w:b/>
                <w:sz w:val="24"/>
                <w:szCs w:val="24"/>
                <w:lang w:val="en-CA"/>
              </w:rPr>
              <w:t>stLast_CompanyName</w:t>
            </w:r>
            <w:proofErr w:type="spellEnd"/>
          </w:p>
          <w:p w:rsidR="00AB131F" w:rsidRPr="00982A97" w:rsidRDefault="00AB131F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Letter of Recommendation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047D4A" w:rsidRPr="00857EBA" w:rsidTr="003C44A8">
        <w:trPr>
          <w:jc w:val="center"/>
        </w:trPr>
        <w:tc>
          <w:tcPr>
            <w:tcW w:w="5399" w:type="dxa"/>
            <w:vAlign w:val="center"/>
          </w:tcPr>
          <w:p w:rsidR="00047D4A" w:rsidRPr="00982A97" w:rsidRDefault="00047D4A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Achiever of the Year:</w:t>
            </w:r>
          </w:p>
          <w:p w:rsidR="00047D4A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7" w:history="1">
              <w:r w:rsidR="00047D4A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https://dbinbox.com/Regina_AchieverofYear</w:t>
              </w:r>
            </w:hyperlink>
          </w:p>
        </w:tc>
        <w:tc>
          <w:tcPr>
            <w:tcW w:w="5466" w:type="dxa"/>
            <w:vAlign w:val="center"/>
          </w:tcPr>
          <w:p w:rsidR="00047D4A" w:rsidRPr="00982A97" w:rsidRDefault="00047D4A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Recorded Speech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  <w:p w:rsidR="00047D4A" w:rsidRPr="00982A97" w:rsidRDefault="00047D4A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Letter of Recommendation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047D4A" w:rsidRPr="00857EBA" w:rsidTr="003C44A8">
        <w:trPr>
          <w:jc w:val="center"/>
        </w:trPr>
        <w:tc>
          <w:tcPr>
            <w:tcW w:w="5399" w:type="dxa"/>
            <w:vAlign w:val="center"/>
          </w:tcPr>
          <w:p w:rsidR="00047D4A" w:rsidRPr="00982A97" w:rsidRDefault="00047D4A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Teamwork:</w:t>
            </w:r>
          </w:p>
          <w:p w:rsidR="00047D4A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8" w:history="1">
              <w:r w:rsidR="00047D4A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https://dbinbox.com/Regina_Teamwork</w:t>
              </w:r>
            </w:hyperlink>
          </w:p>
        </w:tc>
        <w:tc>
          <w:tcPr>
            <w:tcW w:w="5466" w:type="dxa"/>
            <w:vAlign w:val="center"/>
          </w:tcPr>
          <w:p w:rsidR="00047D4A" w:rsidRPr="00982A97" w:rsidRDefault="00047D4A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One page summary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</w:tc>
      </w:tr>
      <w:tr w:rsidR="00047D4A" w:rsidRPr="00857EBA" w:rsidTr="003C44A8">
        <w:trPr>
          <w:jc w:val="center"/>
        </w:trPr>
        <w:tc>
          <w:tcPr>
            <w:tcW w:w="5399" w:type="dxa"/>
            <w:vAlign w:val="center"/>
          </w:tcPr>
          <w:p w:rsidR="00047D4A" w:rsidRPr="00982A97" w:rsidRDefault="00047D4A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Product Design:</w:t>
            </w:r>
          </w:p>
          <w:p w:rsidR="00047D4A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19" w:history="1">
              <w:r w:rsidR="00047D4A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https://dbinbox.com/Regina_ProductDesign</w:t>
              </w:r>
            </w:hyperlink>
          </w:p>
        </w:tc>
        <w:tc>
          <w:tcPr>
            <w:tcW w:w="5466" w:type="dxa"/>
            <w:vAlign w:val="center"/>
          </w:tcPr>
          <w:p w:rsidR="00047D4A" w:rsidRPr="00982A97" w:rsidRDefault="00047D4A" w:rsidP="008975C7">
            <w:pPr>
              <w:pStyle w:val="ListParagraph"/>
              <w:numPr>
                <w:ilvl w:val="0"/>
                <w:numId w:val="4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Written submission OR video submission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  <w:p w:rsidR="00047D4A" w:rsidRPr="00982A97" w:rsidRDefault="00047D4A" w:rsidP="008975C7">
            <w:pPr>
              <w:pStyle w:val="ListParagraph"/>
              <w:numPr>
                <w:ilvl w:val="0"/>
                <w:numId w:val="4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Sample product mailed to the Regina office OR a photo file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</w:tc>
      </w:tr>
      <w:tr w:rsidR="00661515" w:rsidRPr="00857EBA" w:rsidTr="003C44A8">
        <w:trPr>
          <w:jc w:val="center"/>
        </w:trPr>
        <w:tc>
          <w:tcPr>
            <w:tcW w:w="5399" w:type="dxa"/>
            <w:vAlign w:val="center"/>
          </w:tcPr>
          <w:p w:rsidR="00661515" w:rsidRPr="00982A97" w:rsidRDefault="00661515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Most Improved Company:</w:t>
            </w:r>
          </w:p>
          <w:p w:rsidR="00661515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20" w:history="1">
              <w:r w:rsidR="00661515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https://dbinbox.com/Regina_MostImproved</w:t>
              </w:r>
            </w:hyperlink>
          </w:p>
        </w:tc>
        <w:tc>
          <w:tcPr>
            <w:tcW w:w="5466" w:type="dxa"/>
            <w:vAlign w:val="center"/>
          </w:tcPr>
          <w:p w:rsidR="00661515" w:rsidRPr="00982A97" w:rsidRDefault="00661515" w:rsidP="00F67967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One page summary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</w:tc>
      </w:tr>
      <w:tr w:rsidR="00661515" w:rsidRPr="00857EBA" w:rsidTr="003C44A8">
        <w:trPr>
          <w:jc w:val="center"/>
        </w:trPr>
        <w:tc>
          <w:tcPr>
            <w:tcW w:w="5399" w:type="dxa"/>
            <w:vAlign w:val="center"/>
          </w:tcPr>
          <w:p w:rsidR="00661515" w:rsidRPr="00982A97" w:rsidRDefault="00661515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Company of the Year:</w:t>
            </w:r>
          </w:p>
          <w:p w:rsidR="00661515" w:rsidRPr="00982A97" w:rsidRDefault="00684972" w:rsidP="00857EBA">
            <w:pPr>
              <w:rPr>
                <w:sz w:val="24"/>
                <w:szCs w:val="24"/>
                <w:lang w:val="en-CA"/>
              </w:rPr>
            </w:pPr>
            <w:hyperlink r:id="rId21" w:history="1">
              <w:r w:rsidR="00661515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https://dbinbox.com/Regina_CompanyofYear</w:t>
              </w:r>
            </w:hyperlink>
          </w:p>
        </w:tc>
        <w:tc>
          <w:tcPr>
            <w:tcW w:w="5466" w:type="dxa"/>
            <w:vAlign w:val="center"/>
          </w:tcPr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Business Plan – saved as </w:t>
            </w:r>
            <w:proofErr w:type="spellStart"/>
            <w:r w:rsidR="008975C7">
              <w:rPr>
                <w:b/>
                <w:sz w:val="24"/>
                <w:szCs w:val="24"/>
                <w:lang w:val="en-CA"/>
              </w:rPr>
              <w:t>CompanyName_BP</w:t>
            </w:r>
            <w:proofErr w:type="spellEnd"/>
          </w:p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Minutes of Meetings – combined into one file – saved as </w:t>
            </w:r>
            <w:proofErr w:type="spellStart"/>
            <w:r w:rsidRPr="008975C7">
              <w:rPr>
                <w:b/>
                <w:sz w:val="24"/>
                <w:szCs w:val="24"/>
                <w:lang w:val="en-CA"/>
              </w:rPr>
              <w:t>CompanyName</w:t>
            </w:r>
            <w:r w:rsidR="008975C7">
              <w:rPr>
                <w:b/>
                <w:sz w:val="24"/>
                <w:szCs w:val="24"/>
                <w:lang w:val="en-CA"/>
              </w:rPr>
              <w:t>_MM</w:t>
            </w:r>
            <w:proofErr w:type="spellEnd"/>
          </w:p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Sample Product – .jpeg file – saved as </w:t>
            </w:r>
            <w:proofErr w:type="spellStart"/>
            <w:r w:rsidRPr="008975C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Final Shareholders’ Report – saved as </w:t>
            </w:r>
            <w:proofErr w:type="spellStart"/>
            <w:r w:rsidRPr="008975C7">
              <w:rPr>
                <w:b/>
                <w:sz w:val="24"/>
                <w:szCs w:val="24"/>
                <w:lang w:val="en-CA"/>
              </w:rPr>
              <w:t>CompanyName</w:t>
            </w:r>
            <w:r w:rsidR="008975C7">
              <w:rPr>
                <w:b/>
                <w:sz w:val="24"/>
                <w:szCs w:val="24"/>
                <w:lang w:val="en-CA"/>
              </w:rPr>
              <w:t>_FSR</w:t>
            </w:r>
            <w:proofErr w:type="spellEnd"/>
          </w:p>
        </w:tc>
      </w:tr>
    </w:tbl>
    <w:p w:rsidR="00857EBA" w:rsidRPr="008975C7" w:rsidRDefault="00857EBA" w:rsidP="00D540BD">
      <w:pPr>
        <w:rPr>
          <w:lang w:val="en-CA"/>
        </w:rPr>
      </w:pPr>
    </w:p>
    <w:sectPr w:rsidR="00857EBA" w:rsidRPr="008975C7" w:rsidSect="005A222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936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22B" w:rsidRDefault="005A222B" w:rsidP="005A222B">
      <w:pPr>
        <w:spacing w:after="0" w:line="240" w:lineRule="auto"/>
      </w:pPr>
      <w:r>
        <w:separator/>
      </w:r>
    </w:p>
  </w:endnote>
  <w:endnote w:type="continuationSeparator" w:id="0">
    <w:p w:rsidR="005A222B" w:rsidRDefault="005A222B" w:rsidP="005A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2B" w:rsidRDefault="005A22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2B" w:rsidRDefault="005A22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2B" w:rsidRDefault="005A22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22B" w:rsidRDefault="005A222B" w:rsidP="005A222B">
      <w:pPr>
        <w:spacing w:after="0" w:line="240" w:lineRule="auto"/>
      </w:pPr>
      <w:r>
        <w:separator/>
      </w:r>
    </w:p>
  </w:footnote>
  <w:footnote w:type="continuationSeparator" w:id="0">
    <w:p w:rsidR="005A222B" w:rsidRDefault="005A222B" w:rsidP="005A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2B" w:rsidRDefault="0068497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359113" o:spid="_x0000_s2050" type="#_x0000_t75" style="position:absolute;margin-left:0;margin-top:0;width:503.55pt;height:365.6pt;z-index:-251657216;mso-position-horizontal:center;mso-position-horizontal-relative:margin;mso-position-vertical:center;mso-position-vertical-relative:margin" o:allowincell="f">
          <v:imagedata r:id="rId1" o:title="ja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2B" w:rsidRDefault="0068497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359114" o:spid="_x0000_s2051" type="#_x0000_t75" style="position:absolute;margin-left:0;margin-top:0;width:503.55pt;height:365.6pt;z-index:-251656192;mso-position-horizontal:center;mso-position-horizontal-relative:margin;mso-position-vertical:center;mso-position-vertical-relative:margin" o:allowincell="f">
          <v:imagedata r:id="rId1" o:title="ja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2B" w:rsidRDefault="0068497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359112" o:spid="_x0000_s2049" type="#_x0000_t75" style="position:absolute;margin-left:0;margin-top:0;width:503.55pt;height:365.6pt;z-index:-251658240;mso-position-horizontal:center;mso-position-horizontal-relative:margin;mso-position-vertical:center;mso-position-vertical-relative:margin" o:allowincell="f">
          <v:imagedata r:id="rId1" o:title="ja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64176"/>
    <w:multiLevelType w:val="hybridMultilevel"/>
    <w:tmpl w:val="24866CC4"/>
    <w:lvl w:ilvl="0" w:tplc="040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" w15:restartNumberingAfterBreak="0">
    <w:nsid w:val="40D320D0"/>
    <w:multiLevelType w:val="hybridMultilevel"/>
    <w:tmpl w:val="EDEAB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5779B"/>
    <w:multiLevelType w:val="hybridMultilevel"/>
    <w:tmpl w:val="7C624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54A2A"/>
    <w:multiLevelType w:val="hybridMultilevel"/>
    <w:tmpl w:val="E746E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40752"/>
    <w:multiLevelType w:val="hybridMultilevel"/>
    <w:tmpl w:val="0B2CD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BA"/>
    <w:rsid w:val="00047D4A"/>
    <w:rsid w:val="000B15E7"/>
    <w:rsid w:val="00134CE5"/>
    <w:rsid w:val="003C44A8"/>
    <w:rsid w:val="00597E4F"/>
    <w:rsid w:val="005A222B"/>
    <w:rsid w:val="00606615"/>
    <w:rsid w:val="00661515"/>
    <w:rsid w:val="00684972"/>
    <w:rsid w:val="00857EBA"/>
    <w:rsid w:val="008975C7"/>
    <w:rsid w:val="00935ED0"/>
    <w:rsid w:val="00982A97"/>
    <w:rsid w:val="00AB131F"/>
    <w:rsid w:val="00AB2866"/>
    <w:rsid w:val="00D540BD"/>
    <w:rsid w:val="00D92A52"/>
    <w:rsid w:val="00E047BD"/>
    <w:rsid w:val="00FE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9458D281-731A-4AEE-94E0-15C93E7F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7EBA"/>
    <w:rPr>
      <w:color w:val="0000FF"/>
      <w:u w:val="single"/>
    </w:rPr>
  </w:style>
  <w:style w:type="table" w:styleId="TableGrid">
    <w:name w:val="Table Grid"/>
    <w:basedOn w:val="TableNormal"/>
    <w:uiPriority w:val="59"/>
    <w:rsid w:val="00857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131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0661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2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22B"/>
  </w:style>
  <w:style w:type="paragraph" w:styleId="Footer">
    <w:name w:val="footer"/>
    <w:basedOn w:val="Normal"/>
    <w:link w:val="FooterChar"/>
    <w:uiPriority w:val="99"/>
    <w:unhideWhenUsed/>
    <w:rsid w:val="005A2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5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inbox.com/Regina_InformationTechnology" TargetMode="External"/><Relationship Id="rId13" Type="http://schemas.openxmlformats.org/officeDocument/2006/relationships/hyperlink" Target="https://dbinbox.com/Regina_PresidentofYear" TargetMode="External"/><Relationship Id="rId18" Type="http://schemas.openxmlformats.org/officeDocument/2006/relationships/hyperlink" Target="https://dbinbox.com/Regina_Teamwork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dbinbox.com/Regina_CompanyofYear" TargetMode="External"/><Relationship Id="rId7" Type="http://schemas.openxmlformats.org/officeDocument/2006/relationships/hyperlink" Target="https://dbinbox.com/Regina_HumanResources" TargetMode="External"/><Relationship Id="rId12" Type="http://schemas.openxmlformats.org/officeDocument/2006/relationships/hyperlink" Target="https://dbinbox.com/Regina_Financial" TargetMode="External"/><Relationship Id="rId17" Type="http://schemas.openxmlformats.org/officeDocument/2006/relationships/hyperlink" Target="https://dbinbox.com/Regina_AchieverofYear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dbinbox.com/Regina_ProfessionalLeadership" TargetMode="External"/><Relationship Id="rId20" Type="http://schemas.openxmlformats.org/officeDocument/2006/relationships/hyperlink" Target="https://dbinbox.com/Regina_MostImproved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binbox.com/Regina_HealthSafety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dbinbox.com/Regina_SpiritJA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dbinbox.com/Regina_Marketing" TargetMode="External"/><Relationship Id="rId19" Type="http://schemas.openxmlformats.org/officeDocument/2006/relationships/hyperlink" Target="https://dbinbox.com/Regina_ProductDesig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binbox.com/Regina_Production" TargetMode="External"/><Relationship Id="rId14" Type="http://schemas.openxmlformats.org/officeDocument/2006/relationships/hyperlink" Target="https://dbinbox.com/Regina_Salesperson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9312AB75.dotm</Template>
  <TotalTime>0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McKinnon</dc:creator>
  <cp:lastModifiedBy>Amy Mcfarlen</cp:lastModifiedBy>
  <cp:revision>2</cp:revision>
  <dcterms:created xsi:type="dcterms:W3CDTF">2016-01-12T14:57:00Z</dcterms:created>
  <dcterms:modified xsi:type="dcterms:W3CDTF">2016-01-12T14:57:00Z</dcterms:modified>
</cp:coreProperties>
</file>